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>
    <v:background id="_x0000_s1025" o:bwmode="white" fillcolor="yellow" o:targetscreensize="1024,768">
      <v:fill color2="red" focus="100%" type="gradient"/>
    </v:background>
  </w:background>
  <w:body>
    <w:p w:rsidR="005B5F15" w:rsidRPr="00C14206" w:rsidRDefault="005B5F15" w:rsidP="005B5F15">
      <w:pPr>
        <w:jc w:val="center"/>
        <w:rPr>
          <w:color w:val="000000" w:themeColor="text1"/>
          <w:sz w:val="40"/>
          <w:szCs w:val="40"/>
        </w:rPr>
      </w:pPr>
      <w:bookmarkStart w:id="0" w:name="_GoBack"/>
      <w:r w:rsidRPr="00C14206">
        <w:rPr>
          <w:color w:val="000000" w:themeColor="text1"/>
          <w:sz w:val="40"/>
          <w:szCs w:val="40"/>
        </w:rPr>
        <w:t>Alec’s moment in time</w:t>
      </w:r>
    </w:p>
    <w:p w:rsidR="005B5F15" w:rsidRPr="005B5F15" w:rsidRDefault="005B5F15" w:rsidP="005B5F15">
      <w:pPr>
        <w:rPr>
          <w:sz w:val="32"/>
          <w:szCs w:val="32"/>
        </w:rPr>
      </w:pPr>
      <w:r w:rsidRPr="00C14206">
        <w:rPr>
          <w:color w:val="000000" w:themeColor="text1"/>
          <w:sz w:val="32"/>
          <w:szCs w:val="32"/>
        </w:rPr>
        <w:t xml:space="preserve">When I started to walk down it got scarier and scarier and it felt like I was going red. When I got to the green part I started to worry my knuckles were going white and I was about to slip. But suddenly I heard cheering from my friends. So I got stronger and stronger and didn’t slip. When I got up I finally got the hang of it. But then the cheering stopped I started to get tense my whole body was in shock. After two minutes my instructor started to cheer me on and I started to get into reality. I shuffled backwards very fast and before I knew it </w:t>
      </w:r>
      <w:bookmarkEnd w:id="0"/>
      <w:r>
        <w:rPr>
          <w:sz w:val="32"/>
          <w:szCs w:val="32"/>
        </w:rPr>
        <w:t>I was done. Abseiling was fun but pretty freaky.</w:t>
      </w:r>
      <w:r w:rsidR="00B57A6C" w:rsidRPr="00B57A6C">
        <w:rPr>
          <w:rFonts w:ascii="Arial" w:hAnsi="Arial" w:cs="Arial"/>
          <w:noProof/>
          <w:sz w:val="20"/>
          <w:szCs w:val="20"/>
          <w:lang w:eastAsia="en-NZ"/>
        </w:rPr>
        <w:t xml:space="preserve"> </w:t>
      </w:r>
      <w:r w:rsidR="00B57A6C"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619C3297" wp14:editId="404DAA3D">
            <wp:extent cx="2108394" cy="2813538"/>
            <wp:effectExtent l="0" t="0" r="6350" b="6350"/>
            <wp:docPr id="1" name="il_fi" descr="http://1.bp.blogspot.com/__FEq-ams5Yk/SdnGOBNlK2I/AAAAAAAAGjI/hmQbkBxzBbQ/s400/IMG_4312+%5B1024x768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_FEq-ams5Yk/SdnGOBNlK2I/AAAAAAAAGjI/hmQbkBxzBbQ/s400/IMG_4312+%5B1024x768%5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590" cy="2819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F15" w:rsidRPr="005B5F15" w:rsidSect="00B57A6C">
      <w:pgSz w:w="11906" w:h="16838"/>
      <w:pgMar w:top="1440" w:right="1440" w:bottom="1440" w:left="1440" w:header="708" w:footer="708" w:gutter="0"/>
      <w:pgBorders w:offsetFrom="page">
        <w:top w:val="firecrackers" w:sz="24" w:space="24" w:color="auto"/>
        <w:left w:val="firecrackers" w:sz="24" w:space="24" w:color="auto"/>
        <w:bottom w:val="firecrackers" w:sz="24" w:space="24" w:color="auto"/>
        <w:right w:val="firecracker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38"/>
    <w:rsid w:val="005B5F15"/>
    <w:rsid w:val="00AD2338"/>
    <w:rsid w:val="00B57A6C"/>
    <w:rsid w:val="00C14206"/>
    <w:rsid w:val="00D4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B58C1892</Template>
  <TotalTime>21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cp:lastPrinted>2012-03-21T20:12:00Z</cp:lastPrinted>
  <dcterms:created xsi:type="dcterms:W3CDTF">2012-03-19T23:14:00Z</dcterms:created>
  <dcterms:modified xsi:type="dcterms:W3CDTF">2012-03-21T20:12:00Z</dcterms:modified>
</cp:coreProperties>
</file>